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-1219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0.05pt;margin-top:-58.9pt;width:468pt;height:53.5pt;z-index:251658240;mso-position-horizontal-relative:text;mso-position-vertical-relative:text" strokecolor="white">
                  <v:textbox>
                    <w:txbxContent>
                      <w:p w:rsidR="00225F55" w:rsidRPr="00984D47" w:rsidRDefault="00225F55" w:rsidP="00984D47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984D47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Ответы на кроссворд по математике</w:t>
                        </w:r>
                      </w:p>
                      <w:p w:rsidR="00225F55" w:rsidRPr="00984D47" w:rsidRDefault="00225F55" w:rsidP="00984D47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984D47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5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3</w:t>
            </w: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1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7</w:t>
            </w: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2</w:t>
            </w: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6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11</w:t>
            </w: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4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9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5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10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13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14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8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</w:pPr>
            <w:r w:rsidRPr="00FD4335">
              <w:rPr>
                <w:vertAlign w:val="superscript"/>
              </w:rPr>
              <w:t>12</w:t>
            </w: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  <w:tr w:rsidR="00225F55" w:rsidRPr="00FD4335" w:rsidTr="00984D47">
        <w:trPr>
          <w:trHeight w:hRule="exact" w:val="578"/>
        </w:trPr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  <w:tc>
          <w:tcPr>
            <w:tcW w:w="610" w:type="dxa"/>
            <w:shd w:val="clear" w:color="auto" w:fill="BBBBBB"/>
            <w:vAlign w:val="center"/>
          </w:tcPr>
          <w:p w:rsidR="00225F55" w:rsidRPr="00FD4335" w:rsidRDefault="00225F55">
            <w:pPr>
              <w:pStyle w:val="BodyText"/>
              <w:jc w:val="center"/>
            </w:pPr>
          </w:p>
        </w:tc>
      </w:tr>
    </w:tbl>
    <w:p w:rsidR="00225F55" w:rsidRDefault="00225F55">
      <w:pPr>
        <w:pStyle w:val="BodyText"/>
      </w:pPr>
    </w:p>
    <w:tbl>
      <w:tblPr>
        <w:tblW w:w="0" w:type="auto"/>
        <w:tblLook w:val="0000"/>
      </w:tblPr>
      <w:tblGrid>
        <w:gridCol w:w="2026"/>
        <w:gridCol w:w="1785"/>
      </w:tblGrid>
      <w:tr w:rsidR="00225F55" w:rsidRPr="00FD4335">
        <w:tc>
          <w:tcPr>
            <w:tcW w:w="0" w:type="auto"/>
          </w:tcPr>
          <w:p w:rsidR="00225F55" w:rsidRPr="00984D47" w:rsidRDefault="00225F55">
            <w:pPr>
              <w:pStyle w:val="BodyText"/>
              <w:rPr>
                <w:color w:val="000080"/>
              </w:rPr>
            </w:pPr>
            <w:r w:rsidRPr="00984D47">
              <w:rPr>
                <w:color w:val="000080"/>
              </w:rPr>
              <w:t>По горизонтали:</w:t>
            </w:r>
          </w:p>
        </w:tc>
        <w:tc>
          <w:tcPr>
            <w:tcW w:w="0" w:type="auto"/>
          </w:tcPr>
          <w:p w:rsidR="00225F55" w:rsidRPr="00984D47" w:rsidRDefault="00225F55">
            <w:pPr>
              <w:pStyle w:val="BodyText"/>
              <w:rPr>
                <w:color w:val="000080"/>
              </w:rPr>
            </w:pPr>
            <w:r w:rsidRPr="00984D47">
              <w:rPr>
                <w:color w:val="000080"/>
              </w:rPr>
              <w:t>По вертикали:</w:t>
            </w:r>
          </w:p>
        </w:tc>
      </w:tr>
      <w:tr w:rsidR="00225F55" w:rsidRPr="00FD4335">
        <w:tc>
          <w:tcPr>
            <w:tcW w:w="0" w:type="auto"/>
          </w:tcPr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1. произведение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4. натуральные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5. луч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6. сложение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8. деление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smartTag w:uri="urn:schemas-microsoft-com:office:smarttags" w:element="metricconverter">
              <w:smartTagPr>
                <w:attr w:name="ProductID" w:val="10. сантиметр"/>
              </w:smartTagPr>
              <w:r w:rsidRPr="00984D47">
                <w:rPr>
                  <w:color w:val="000080"/>
                  <w:lang w:val="ru-RU"/>
                </w:rPr>
                <w:t>10. сантиметр</w:t>
              </w:r>
            </w:smartTag>
          </w:p>
          <w:p w:rsidR="00225F55" w:rsidRPr="00984D47" w:rsidRDefault="00225F55">
            <w:pPr>
              <w:pStyle w:val="BodyText"/>
              <w:rPr>
                <w:color w:val="000080"/>
              </w:rPr>
            </w:pPr>
            <w:r w:rsidRPr="00984D47">
              <w:rPr>
                <w:color w:val="000080"/>
              </w:rPr>
              <w:t>12. число</w:t>
            </w:r>
          </w:p>
          <w:p w:rsidR="00225F55" w:rsidRPr="00984D47" w:rsidRDefault="00225F55">
            <w:pPr>
              <w:pStyle w:val="BodyText"/>
              <w:rPr>
                <w:color w:val="000080"/>
              </w:rPr>
            </w:pPr>
            <w:r w:rsidRPr="00984D47">
              <w:rPr>
                <w:color w:val="000080"/>
              </w:rPr>
              <w:t>14. ширина</w:t>
            </w:r>
          </w:p>
        </w:tc>
        <w:tc>
          <w:tcPr>
            <w:tcW w:w="0" w:type="auto"/>
          </w:tcPr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1. прямая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2. двузначные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3. периметр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7. площадь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9. уравнение</w:t>
            </w:r>
          </w:p>
          <w:p w:rsidR="00225F55" w:rsidRPr="00984D47" w:rsidRDefault="00225F55">
            <w:pPr>
              <w:pStyle w:val="BodyText"/>
              <w:rPr>
                <w:color w:val="000080"/>
                <w:lang w:val="ru-RU"/>
              </w:rPr>
            </w:pPr>
            <w:r w:rsidRPr="00984D47">
              <w:rPr>
                <w:color w:val="000080"/>
                <w:lang w:val="ru-RU"/>
              </w:rPr>
              <w:t>11. частное</w:t>
            </w:r>
          </w:p>
          <w:p w:rsidR="00225F55" w:rsidRPr="00984D47" w:rsidRDefault="00225F55">
            <w:pPr>
              <w:pStyle w:val="BodyText"/>
              <w:rPr>
                <w:color w:val="000080"/>
              </w:rPr>
            </w:pPr>
            <w:r w:rsidRPr="00984D47">
              <w:rPr>
                <w:color w:val="000080"/>
              </w:rPr>
              <w:t>13. единица</w:t>
            </w:r>
          </w:p>
        </w:tc>
      </w:tr>
    </w:tbl>
    <w:p w:rsidR="00225F55" w:rsidRDefault="00225F55"/>
    <w:sectPr w:rsidR="00225F55" w:rsidSect="00BB7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225F55"/>
    <w:rsid w:val="004E29B3"/>
    <w:rsid w:val="00590D07"/>
    <w:rsid w:val="005D6618"/>
    <w:rsid w:val="00784D58"/>
    <w:rsid w:val="008D6863"/>
    <w:rsid w:val="00984D47"/>
    <w:rsid w:val="00B86B75"/>
    <w:rsid w:val="00BB7E30"/>
    <w:rsid w:val="00BC48D5"/>
    <w:rsid w:val="00C36279"/>
    <w:rsid w:val="00E315A3"/>
    <w:rsid w:val="00FD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ColorfulGrid-Accent1">
    <w:name w:val="Colorful Grid Accent 1"/>
    <w:basedOn w:val="TableNormal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ListBullet">
    <w:name w:val="List Bullet"/>
    <w:basedOn w:val="Normal"/>
    <w:uiPriority w:val="99"/>
    <w:rsid w:val="00784D58"/>
    <w:pPr>
      <w:numPr>
        <w:numId w:val="10"/>
      </w:numPr>
      <w:tabs>
        <w:tab w:val="clear" w:pos="1492"/>
        <w:tab w:val="num" w:pos="360"/>
      </w:tabs>
      <w:ind w:left="360"/>
      <w:contextualSpacing/>
    </w:pPr>
  </w:style>
  <w:style w:type="paragraph" w:styleId="ListNumber">
    <w:name w:val="List Number"/>
    <w:basedOn w:val="Normal"/>
    <w:uiPriority w:val="99"/>
    <w:rsid w:val="00784D58"/>
    <w:pPr>
      <w:numPr>
        <w:numId w:val="15"/>
      </w:numPr>
      <w:tabs>
        <w:tab w:val="clear" w:pos="1209"/>
        <w:tab w:val="num" w:pos="360"/>
      </w:tabs>
      <w:ind w:left="360"/>
      <w:contextualSpacing/>
    </w:pPr>
  </w:style>
  <w:style w:type="paragraph" w:styleId="BodyText">
    <w:name w:val="Body Text"/>
    <w:basedOn w:val="Normal"/>
    <w:link w:val="BodyTextChar"/>
    <w:uiPriority w:val="99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85</Words>
  <Characters>491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2012-08-22T07:58:00Z</dcterms:created>
  <dcterms:modified xsi:type="dcterms:W3CDTF">2012-08-22T08:00:00Z</dcterms:modified>
</cp:coreProperties>
</file>